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534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  <w:gridCol w:w="1620"/>
        <w:gridCol w:w="4500"/>
      </w:tblGrid>
      <w:tr w:rsidR="00A94CBC" w:rsidRPr="007602CE" w:rsidTr="00113764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A94CBC" w:rsidRDefault="00A94CBC" w:rsidP="001E1105">
            <w:pPr>
              <w:spacing w:after="0" w:line="240" w:lineRule="auto"/>
              <w:ind w:right="4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105">
              <w:rPr>
                <w:rFonts w:ascii="Times New Roman" w:hAnsi="Times New Roman"/>
                <w:b/>
                <w:sz w:val="24"/>
                <w:szCs w:val="24"/>
              </w:rPr>
              <w:t xml:space="preserve">Совет депутатов </w:t>
            </w:r>
          </w:p>
          <w:p w:rsidR="00A94CBC" w:rsidRPr="001E1105" w:rsidRDefault="00A94CBC" w:rsidP="001E1105">
            <w:pPr>
              <w:spacing w:after="0" w:line="240" w:lineRule="auto"/>
              <w:ind w:right="4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105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образования</w:t>
            </w:r>
            <w:r w:rsidRPr="001E110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E1105">
              <w:rPr>
                <w:rFonts w:ascii="Times New Roman" w:hAnsi="Times New Roman"/>
                <w:b/>
                <w:sz w:val="24"/>
                <w:szCs w:val="24"/>
              </w:rPr>
              <w:t>Можгинский  район»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94CBC" w:rsidRPr="007602CE" w:rsidRDefault="00A94CBC" w:rsidP="00113764">
            <w:pPr>
              <w:ind w:right="-288"/>
              <w:rPr>
                <w:rFonts w:ascii="Times New Roman" w:hAnsi="Times New Roman"/>
              </w:rPr>
            </w:pPr>
            <w:r w:rsidRPr="002E0817">
              <w:rPr>
                <w:rFonts w:ascii="Times New Roman" w:hAnsi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2.25pt;height:57.75pt;visibility:visible">
                  <v:imagedata r:id="rId4" o:title=""/>
                </v:shape>
              </w:pic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94CBC" w:rsidRPr="00AF1726" w:rsidRDefault="00A94CBC" w:rsidP="00113764">
            <w:pPr>
              <w:pStyle w:val="Heading1"/>
              <w:ind w:right="579" w:firstLine="0"/>
              <w:jc w:val="center"/>
            </w:pPr>
            <w:r w:rsidRPr="00AF1726">
              <w:t>«Можга ёрос»</w:t>
            </w:r>
          </w:p>
          <w:p w:rsidR="00A94CBC" w:rsidRPr="00AF1726" w:rsidRDefault="00A94CBC" w:rsidP="00113764">
            <w:pPr>
              <w:pStyle w:val="Heading1"/>
              <w:ind w:right="579" w:firstLine="0"/>
              <w:jc w:val="center"/>
            </w:pPr>
            <w:r w:rsidRPr="00AF1726">
              <w:t>муниципал кылдытэтысь</w:t>
            </w:r>
          </w:p>
          <w:p w:rsidR="00A94CBC" w:rsidRPr="00AF1726" w:rsidRDefault="00A94CBC" w:rsidP="00113764">
            <w:pPr>
              <w:pStyle w:val="Heading1"/>
              <w:ind w:right="579" w:firstLine="0"/>
              <w:jc w:val="center"/>
            </w:pPr>
            <w:r w:rsidRPr="00AF1726">
              <w:t>депутат Кенеш</w:t>
            </w:r>
          </w:p>
        </w:tc>
      </w:tr>
    </w:tbl>
    <w:p w:rsidR="00A94CBC" w:rsidRPr="00AF1726" w:rsidRDefault="00A94CBC" w:rsidP="00AF1726">
      <w:pPr>
        <w:jc w:val="center"/>
        <w:rPr>
          <w:rFonts w:ascii="Times New Roman" w:hAnsi="Times New Roman"/>
          <w:sz w:val="24"/>
          <w:szCs w:val="24"/>
        </w:rPr>
      </w:pPr>
    </w:p>
    <w:p w:rsidR="00A94CBC" w:rsidRPr="00AF1726" w:rsidRDefault="00A94CBC" w:rsidP="00AF1726">
      <w:pPr>
        <w:jc w:val="center"/>
        <w:rPr>
          <w:rFonts w:ascii="Times New Roman" w:hAnsi="Times New Roman"/>
          <w:b/>
          <w:sz w:val="24"/>
          <w:szCs w:val="24"/>
        </w:rPr>
      </w:pPr>
      <w:r w:rsidRPr="00AF1726">
        <w:rPr>
          <w:rFonts w:ascii="Times New Roman" w:hAnsi="Times New Roman"/>
          <w:b/>
          <w:sz w:val="24"/>
          <w:szCs w:val="24"/>
        </w:rPr>
        <w:t>РЕШЕНИЕ</w:t>
      </w:r>
    </w:p>
    <w:p w:rsidR="00A94CBC" w:rsidRPr="00AF1726" w:rsidRDefault="00A94CBC" w:rsidP="00AF1726">
      <w:pPr>
        <w:rPr>
          <w:rFonts w:ascii="Times New Roman" w:hAnsi="Times New Roman"/>
          <w:sz w:val="24"/>
          <w:szCs w:val="24"/>
        </w:rPr>
      </w:pPr>
      <w:r w:rsidRPr="00AF1726">
        <w:rPr>
          <w:rFonts w:ascii="Times New Roman" w:hAnsi="Times New Roman"/>
          <w:sz w:val="24"/>
          <w:szCs w:val="24"/>
        </w:rPr>
        <w:t>=====================================================================</w:t>
      </w:r>
    </w:p>
    <w:p w:rsidR="00A94CBC" w:rsidRPr="00AF1726" w:rsidRDefault="00A94CBC" w:rsidP="002B20F0">
      <w:pPr>
        <w:pStyle w:val="Heading7"/>
        <w:rPr>
          <w:szCs w:val="24"/>
        </w:rPr>
      </w:pPr>
      <w:r w:rsidRPr="00AF1726">
        <w:rPr>
          <w:szCs w:val="24"/>
        </w:rPr>
        <w:t xml:space="preserve">О </w:t>
      </w:r>
      <w:r>
        <w:rPr>
          <w:szCs w:val="24"/>
        </w:rPr>
        <w:t xml:space="preserve">дате выборов Молодежного парламента  муниципального образования «Можгинский район» </w:t>
      </w:r>
    </w:p>
    <w:p w:rsidR="00A94CBC" w:rsidRPr="00AF1726" w:rsidRDefault="00A94CBC" w:rsidP="00AF1726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4CBC" w:rsidRPr="00AF1726" w:rsidRDefault="00A94CBC" w:rsidP="00AF172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Принято «21</w:t>
      </w:r>
      <w:r w:rsidRPr="00AF1726">
        <w:rPr>
          <w:rFonts w:ascii="Times New Roman" w:hAnsi="Times New Roman"/>
          <w:sz w:val="24"/>
          <w:szCs w:val="24"/>
        </w:rPr>
        <w:t xml:space="preserve">» ноября 2012  года </w:t>
      </w:r>
    </w:p>
    <w:p w:rsidR="00A94CBC" w:rsidRDefault="00A94CBC" w:rsidP="002B20F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2B20F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2B20F0">
        <w:rPr>
          <w:rFonts w:ascii="Times New Roman" w:hAnsi="Times New Roman"/>
          <w:sz w:val="24"/>
          <w:szCs w:val="24"/>
        </w:rPr>
        <w:t xml:space="preserve">Руководствуясь Положением о Молодежном парламенте муниципального образования </w:t>
      </w:r>
      <w:r>
        <w:rPr>
          <w:rFonts w:ascii="Times New Roman" w:hAnsi="Times New Roman"/>
          <w:sz w:val="24"/>
          <w:szCs w:val="24"/>
        </w:rPr>
        <w:t>«Можгинский район», утвержденным</w:t>
      </w:r>
      <w:r w:rsidRPr="002B20F0">
        <w:rPr>
          <w:rFonts w:ascii="Times New Roman" w:hAnsi="Times New Roman"/>
          <w:sz w:val="24"/>
          <w:szCs w:val="24"/>
        </w:rPr>
        <w:t xml:space="preserve"> решени</w:t>
      </w:r>
      <w:r>
        <w:rPr>
          <w:rFonts w:ascii="Times New Roman" w:hAnsi="Times New Roman"/>
          <w:sz w:val="24"/>
          <w:szCs w:val="24"/>
        </w:rPr>
        <w:t xml:space="preserve">ем Можгинского </w:t>
      </w:r>
      <w:r w:rsidRPr="002B20F0">
        <w:rPr>
          <w:rFonts w:ascii="Times New Roman" w:hAnsi="Times New Roman"/>
          <w:sz w:val="24"/>
          <w:szCs w:val="24"/>
        </w:rPr>
        <w:t>районного Совета депутатов от 18.11.2009г №23.7 и во исполнение пись</w:t>
      </w:r>
      <w:r>
        <w:rPr>
          <w:rFonts w:ascii="Times New Roman" w:hAnsi="Times New Roman"/>
          <w:sz w:val="24"/>
          <w:szCs w:val="24"/>
        </w:rPr>
        <w:t>ма от 16.04.2012 г  №1257/1-20 П</w:t>
      </w:r>
      <w:r w:rsidRPr="002B20F0">
        <w:rPr>
          <w:rFonts w:ascii="Times New Roman" w:hAnsi="Times New Roman"/>
          <w:sz w:val="24"/>
          <w:szCs w:val="24"/>
        </w:rPr>
        <w:t>редседателя Государственног</w:t>
      </w:r>
      <w:r>
        <w:rPr>
          <w:rFonts w:ascii="Times New Roman" w:hAnsi="Times New Roman"/>
          <w:sz w:val="24"/>
          <w:szCs w:val="24"/>
        </w:rPr>
        <w:t xml:space="preserve">о Совета Удмуртской Республики </w:t>
      </w:r>
      <w:r w:rsidRPr="002B20F0">
        <w:rPr>
          <w:rFonts w:ascii="Times New Roman" w:hAnsi="Times New Roman"/>
          <w:sz w:val="24"/>
          <w:szCs w:val="24"/>
        </w:rPr>
        <w:t xml:space="preserve">Соловьева А.В. </w:t>
      </w:r>
      <w:r>
        <w:rPr>
          <w:rFonts w:ascii="Times New Roman" w:hAnsi="Times New Roman"/>
          <w:sz w:val="24"/>
          <w:szCs w:val="24"/>
        </w:rPr>
        <w:t>«О</w:t>
      </w:r>
      <w:r w:rsidRPr="002B20F0">
        <w:rPr>
          <w:rFonts w:ascii="Times New Roman" w:hAnsi="Times New Roman"/>
          <w:sz w:val="24"/>
          <w:szCs w:val="24"/>
        </w:rPr>
        <w:t xml:space="preserve"> формировании молодежных парламентов второго  созыва</w:t>
      </w:r>
      <w:r>
        <w:rPr>
          <w:rFonts w:ascii="Times New Roman" w:hAnsi="Times New Roman"/>
          <w:sz w:val="24"/>
          <w:szCs w:val="24"/>
        </w:rPr>
        <w:t>»,</w:t>
      </w:r>
      <w:r w:rsidRPr="002B20F0">
        <w:rPr>
          <w:rFonts w:ascii="Times New Roman" w:hAnsi="Times New Roman"/>
          <w:sz w:val="24"/>
          <w:szCs w:val="24"/>
        </w:rPr>
        <w:t xml:space="preserve">   </w:t>
      </w:r>
    </w:p>
    <w:p w:rsidR="00A94CBC" w:rsidRPr="002B20F0" w:rsidRDefault="00A94CBC" w:rsidP="002B20F0">
      <w:pPr>
        <w:jc w:val="both"/>
        <w:rPr>
          <w:rFonts w:ascii="Times New Roman" w:hAnsi="Times New Roman"/>
          <w:sz w:val="24"/>
          <w:szCs w:val="24"/>
        </w:rPr>
      </w:pPr>
    </w:p>
    <w:p w:rsidR="00A94CBC" w:rsidRPr="00AF1726" w:rsidRDefault="00A94CBC" w:rsidP="002B20F0">
      <w:pPr>
        <w:jc w:val="both"/>
        <w:rPr>
          <w:rFonts w:ascii="Times New Roman" w:hAnsi="Times New Roman"/>
          <w:sz w:val="24"/>
          <w:szCs w:val="24"/>
        </w:rPr>
      </w:pPr>
      <w:r w:rsidRPr="002B20F0">
        <w:rPr>
          <w:rFonts w:ascii="Times New Roman" w:hAnsi="Times New Roman"/>
          <w:sz w:val="24"/>
          <w:szCs w:val="24"/>
        </w:rPr>
        <w:t xml:space="preserve"> </w:t>
      </w:r>
      <w:r w:rsidRPr="00AF1726">
        <w:rPr>
          <w:rFonts w:ascii="Times New Roman" w:hAnsi="Times New Roman"/>
          <w:sz w:val="24"/>
          <w:szCs w:val="24"/>
        </w:rPr>
        <w:t xml:space="preserve">  СОВЕТ ДЕПУТАТОВ РЕШАЕТ:</w:t>
      </w:r>
    </w:p>
    <w:p w:rsidR="00A94CBC" w:rsidRDefault="00A94CBC" w:rsidP="00AF17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Определить день голосования по выборам членов Молодежного парламента муниципального образования «Можгинский район» 18 декабря 2012 года.</w:t>
      </w:r>
    </w:p>
    <w:p w:rsidR="00A94CBC" w:rsidRDefault="00A94CBC" w:rsidP="00AF1726">
      <w:pPr>
        <w:jc w:val="both"/>
        <w:rPr>
          <w:rFonts w:ascii="Times New Roman" w:hAnsi="Times New Roman"/>
          <w:sz w:val="24"/>
          <w:szCs w:val="24"/>
        </w:rPr>
      </w:pPr>
    </w:p>
    <w:p w:rsidR="00A94CBC" w:rsidRPr="00AF1726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726">
        <w:rPr>
          <w:rFonts w:ascii="Times New Roman" w:hAnsi="Times New Roman"/>
          <w:sz w:val="24"/>
          <w:szCs w:val="24"/>
        </w:rPr>
        <w:t>Глава муниципального  образования</w:t>
      </w: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726">
        <w:rPr>
          <w:rFonts w:ascii="Times New Roman" w:hAnsi="Times New Roman"/>
          <w:sz w:val="24"/>
          <w:szCs w:val="24"/>
        </w:rPr>
        <w:t>«Можгинский район»                                                                           А.Н.ВЕРШИНИН</w:t>
      </w: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г.Можга</w:t>
      </w: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 ноября 2012 года</w:t>
      </w: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№ 9.8</w:t>
      </w: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CBC" w:rsidRDefault="00A94CBC" w:rsidP="001E1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CBC" w:rsidRDefault="00A94CBC" w:rsidP="00AF1726">
      <w:pPr>
        <w:jc w:val="both"/>
        <w:rPr>
          <w:rFonts w:ascii="Times New Roman" w:hAnsi="Times New Roman"/>
          <w:sz w:val="24"/>
          <w:szCs w:val="24"/>
        </w:rPr>
      </w:pPr>
    </w:p>
    <w:p w:rsidR="00A94CBC" w:rsidRDefault="00A94CBC" w:rsidP="00AF1726">
      <w:pPr>
        <w:shd w:val="clear" w:color="auto" w:fill="FFFFFF"/>
        <w:spacing w:after="0" w:line="274" w:lineRule="exact"/>
        <w:rPr>
          <w:color w:val="000000"/>
          <w:spacing w:val="-6"/>
          <w:sz w:val="25"/>
          <w:szCs w:val="25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94CBC" w:rsidRPr="00AF1726" w:rsidRDefault="00A94CBC" w:rsidP="00AF1726">
      <w:pPr>
        <w:jc w:val="both"/>
        <w:rPr>
          <w:rFonts w:ascii="Times New Roman" w:hAnsi="Times New Roman"/>
          <w:sz w:val="24"/>
          <w:szCs w:val="24"/>
        </w:rPr>
      </w:pPr>
    </w:p>
    <w:sectPr w:rsidR="00A94CBC" w:rsidRPr="00AF1726" w:rsidSect="007B469B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726"/>
    <w:rsid w:val="000B581C"/>
    <w:rsid w:val="00113764"/>
    <w:rsid w:val="001E1105"/>
    <w:rsid w:val="002B20F0"/>
    <w:rsid w:val="002E0817"/>
    <w:rsid w:val="007602CE"/>
    <w:rsid w:val="007B469B"/>
    <w:rsid w:val="00860E73"/>
    <w:rsid w:val="009016A9"/>
    <w:rsid w:val="009256A5"/>
    <w:rsid w:val="00A94CBC"/>
    <w:rsid w:val="00AF1726"/>
    <w:rsid w:val="00BA4DD9"/>
    <w:rsid w:val="00C62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6A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F172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F1726"/>
    <w:pPr>
      <w:keepNext/>
      <w:spacing w:after="0" w:line="240" w:lineRule="auto"/>
      <w:jc w:val="center"/>
      <w:outlineLvl w:val="6"/>
    </w:pPr>
    <w:rPr>
      <w:rFonts w:ascii="Times New Roman" w:hAnsi="Times New Roman"/>
      <w:b/>
      <w:bCs/>
      <w:color w:val="000000"/>
      <w:sz w:val="24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1726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F1726"/>
    <w:rPr>
      <w:rFonts w:ascii="Times New Roman" w:hAnsi="Times New Roman" w:cs="Times New Roman"/>
      <w:b/>
      <w:bCs/>
      <w:color w:val="00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AF1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1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159</Words>
  <Characters>908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Городилова Н.П.</cp:lastModifiedBy>
  <cp:revision>5</cp:revision>
  <dcterms:created xsi:type="dcterms:W3CDTF">2012-11-09T07:41:00Z</dcterms:created>
  <dcterms:modified xsi:type="dcterms:W3CDTF">2012-11-22T09:42:00Z</dcterms:modified>
</cp:coreProperties>
</file>