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534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  <w:gridCol w:w="1620"/>
        <w:gridCol w:w="4500"/>
      </w:tblGrid>
      <w:tr w:rsidR="0019166D" w:rsidRPr="00202697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9166D" w:rsidRPr="00202697" w:rsidRDefault="0019166D">
            <w:pPr>
              <w:spacing w:after="0" w:line="240" w:lineRule="auto"/>
              <w:ind w:right="4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6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депутатов </w:t>
            </w:r>
          </w:p>
          <w:p w:rsidR="0019166D" w:rsidRPr="00202697" w:rsidRDefault="0019166D">
            <w:pPr>
              <w:spacing w:after="0" w:line="240" w:lineRule="auto"/>
              <w:ind w:right="4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6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образования</w:t>
            </w:r>
            <w:r w:rsidRPr="0020269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026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Можгинский  район»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9166D" w:rsidRPr="00202697" w:rsidRDefault="0019166D">
            <w:pPr>
              <w:ind w:right="-288"/>
              <w:rPr>
                <w:rFonts w:ascii="Times New Roman" w:hAnsi="Times New Roman" w:cs="Times New Roman"/>
              </w:rPr>
            </w:pPr>
            <w:r w:rsidRPr="004373D4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2.25pt;height:57.75pt;visibility:visible">
                  <v:imagedata r:id="rId5" o:title=""/>
                </v:shape>
              </w:pic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19166D" w:rsidRPr="00E014F4" w:rsidRDefault="0019166D">
            <w:pPr>
              <w:pStyle w:val="Heading1"/>
              <w:ind w:right="579" w:firstLine="0"/>
              <w:jc w:val="center"/>
              <w:rPr>
                <w:rFonts w:ascii="Times New Roman" w:hAnsi="Times New Roman" w:cs="Times New Roman"/>
              </w:rPr>
            </w:pPr>
            <w:r w:rsidRPr="00E014F4">
              <w:rPr>
                <w:rFonts w:ascii="Times New Roman" w:hAnsi="Times New Roman" w:cs="Times New Roman"/>
              </w:rPr>
              <w:t>«Можга ёрос»</w:t>
            </w:r>
          </w:p>
          <w:p w:rsidR="0019166D" w:rsidRPr="00E014F4" w:rsidRDefault="0019166D">
            <w:pPr>
              <w:pStyle w:val="Heading1"/>
              <w:ind w:right="579" w:firstLine="0"/>
              <w:jc w:val="center"/>
              <w:rPr>
                <w:rFonts w:ascii="Times New Roman" w:hAnsi="Times New Roman" w:cs="Times New Roman"/>
              </w:rPr>
            </w:pPr>
            <w:r w:rsidRPr="00E014F4">
              <w:rPr>
                <w:rFonts w:ascii="Times New Roman" w:hAnsi="Times New Roman" w:cs="Times New Roman"/>
              </w:rPr>
              <w:t>муниципал кылдытэтысь</w:t>
            </w:r>
          </w:p>
          <w:p w:rsidR="0019166D" w:rsidRPr="00202697" w:rsidRDefault="0019166D">
            <w:pPr>
              <w:pStyle w:val="Heading1"/>
              <w:ind w:right="579" w:firstLine="0"/>
              <w:jc w:val="center"/>
            </w:pPr>
            <w:r w:rsidRPr="00E014F4">
              <w:rPr>
                <w:rFonts w:ascii="Times New Roman" w:hAnsi="Times New Roman" w:cs="Times New Roman"/>
              </w:rPr>
              <w:t>депутат Кенеш</w:t>
            </w:r>
          </w:p>
        </w:tc>
      </w:tr>
    </w:tbl>
    <w:p w:rsidR="0019166D" w:rsidRDefault="001916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166D" w:rsidRDefault="001916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19166D" w:rsidRDefault="001916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19166D" w:rsidRDefault="0019166D">
      <w:pPr>
        <w:pStyle w:val="Heading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состава Молодежной избирательной комиссии муниципального образования «Можгинский район» </w:t>
      </w:r>
    </w:p>
    <w:p w:rsidR="0019166D" w:rsidRDefault="001916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166D" w:rsidRDefault="0019166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«21» ноября 2012  года </w:t>
      </w:r>
    </w:p>
    <w:p w:rsidR="0019166D" w:rsidRDefault="00191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Руководствуясь Положением о Молодежной избирательной комиссии муниципального образования «Можгинский район»,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утвержденным решением  Можгинского районного Совета депутатов  от  </w:t>
      </w:r>
      <w:r>
        <w:rPr>
          <w:rFonts w:ascii="Times New Roman" w:hAnsi="Times New Roman" w:cs="Times New Roman"/>
          <w:color w:val="000000"/>
          <w:sz w:val="24"/>
          <w:szCs w:val="24"/>
        </w:rPr>
        <w:t>25 ноября 2009 года № 23.14,  и на основании решений молодежных общественных организаций, собраний молодых избирателей</w:t>
      </w:r>
      <w:r>
        <w:rPr>
          <w:rFonts w:ascii="Times New Roman" w:hAnsi="Times New Roman" w:cs="Times New Roman"/>
          <w:sz w:val="24"/>
          <w:szCs w:val="24"/>
        </w:rPr>
        <w:t xml:space="preserve"> и представленных заявлений,</w:t>
      </w:r>
    </w:p>
    <w:p w:rsidR="0019166D" w:rsidRDefault="00191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СОВЕТ ДЕПУТАТОВ РЕШАЕТ:</w:t>
      </w:r>
    </w:p>
    <w:p w:rsidR="0019166D" w:rsidRDefault="00191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Утвердить прилагаемый состав молодежной избирательной комиссии  муниципального образования «Можгинский район».</w:t>
      </w:r>
    </w:p>
    <w:p w:rsidR="0019166D" w:rsidRDefault="001916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Default="001916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Pr="00AF1726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726">
        <w:rPr>
          <w:rFonts w:ascii="Times New Roman" w:hAnsi="Times New Roman"/>
          <w:sz w:val="24"/>
          <w:szCs w:val="24"/>
        </w:rPr>
        <w:t>Глава муниципального  образования</w:t>
      </w: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726">
        <w:rPr>
          <w:rFonts w:ascii="Times New Roman" w:hAnsi="Times New Roman"/>
          <w:sz w:val="24"/>
          <w:szCs w:val="24"/>
        </w:rPr>
        <w:t>«Можгинский район»                                                                           А.Н.ВЕРШИНИН</w:t>
      </w: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г.Можга</w:t>
      </w: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ноября 2012 года</w:t>
      </w: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№ 9.7</w:t>
      </w: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jc w:val="both"/>
        <w:rPr>
          <w:rFonts w:ascii="Times New Roman" w:hAnsi="Times New Roman"/>
          <w:sz w:val="24"/>
          <w:szCs w:val="24"/>
        </w:rPr>
      </w:pPr>
    </w:p>
    <w:p w:rsidR="0019166D" w:rsidRDefault="0019166D" w:rsidP="00E014F4">
      <w:pPr>
        <w:shd w:val="clear" w:color="auto" w:fill="FFFFFF"/>
        <w:spacing w:after="0" w:line="274" w:lineRule="exact"/>
        <w:rPr>
          <w:color w:val="000000"/>
          <w:spacing w:val="-6"/>
          <w:sz w:val="25"/>
          <w:szCs w:val="25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166D" w:rsidRPr="00AF1726" w:rsidRDefault="0019166D" w:rsidP="00E014F4">
      <w:pPr>
        <w:jc w:val="both"/>
        <w:rPr>
          <w:rFonts w:ascii="Times New Roman" w:hAnsi="Times New Roman"/>
          <w:sz w:val="24"/>
          <w:szCs w:val="24"/>
        </w:rPr>
      </w:pPr>
    </w:p>
    <w:p w:rsidR="0019166D" w:rsidRDefault="001916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Default="0019166D" w:rsidP="00161F72">
      <w:pPr>
        <w:tabs>
          <w:tab w:val="left" w:pos="1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19166D" w:rsidRDefault="0019166D" w:rsidP="00161F72">
      <w:pPr>
        <w:tabs>
          <w:tab w:val="left" w:pos="18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tabs>
          <w:tab w:val="left" w:pos="180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1F72">
        <w:rPr>
          <w:rFonts w:ascii="Times New Roman" w:hAnsi="Times New Roman" w:cs="Times New Roman"/>
          <w:sz w:val="24"/>
          <w:szCs w:val="24"/>
        </w:rPr>
        <w:t xml:space="preserve"> </w:t>
      </w:r>
      <w:r w:rsidRPr="00161F72">
        <w:rPr>
          <w:rFonts w:ascii="Times New Roman" w:hAnsi="Times New Roman" w:cs="Times New Roman"/>
          <w:bCs/>
          <w:sz w:val="24"/>
          <w:szCs w:val="24"/>
        </w:rPr>
        <w:t>Утверждено решением</w:t>
      </w:r>
    </w:p>
    <w:p w:rsidR="0019166D" w:rsidRPr="00161F72" w:rsidRDefault="0019166D" w:rsidP="00161F72">
      <w:pPr>
        <w:tabs>
          <w:tab w:val="left" w:pos="180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1F72">
        <w:rPr>
          <w:rFonts w:ascii="Times New Roman" w:hAnsi="Times New Roman" w:cs="Times New Roman"/>
          <w:bCs/>
          <w:sz w:val="24"/>
          <w:szCs w:val="24"/>
        </w:rPr>
        <w:t xml:space="preserve"> Совета депутатов муниципального образования </w:t>
      </w:r>
    </w:p>
    <w:p w:rsidR="0019166D" w:rsidRPr="00161F72" w:rsidRDefault="0019166D" w:rsidP="00161F72">
      <w:pPr>
        <w:tabs>
          <w:tab w:val="left" w:pos="180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1F72">
        <w:rPr>
          <w:rFonts w:ascii="Times New Roman" w:hAnsi="Times New Roman" w:cs="Times New Roman"/>
          <w:bCs/>
          <w:sz w:val="24"/>
          <w:szCs w:val="24"/>
        </w:rPr>
        <w:t>«Можгинский район»</w:t>
      </w:r>
    </w:p>
    <w:p w:rsidR="0019166D" w:rsidRPr="00161F72" w:rsidRDefault="0019166D" w:rsidP="00161F72">
      <w:pPr>
        <w:tabs>
          <w:tab w:val="left" w:pos="180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sz w:val="24"/>
          <w:szCs w:val="24"/>
        </w:rPr>
        <w:t xml:space="preserve">                                от «21» ноября 2012 года № 9.7</w:t>
      </w:r>
    </w:p>
    <w:p w:rsidR="0019166D" w:rsidRPr="00161F72" w:rsidRDefault="0019166D" w:rsidP="00161F72">
      <w:pPr>
        <w:tabs>
          <w:tab w:val="left" w:pos="180"/>
        </w:tabs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sz w:val="24"/>
          <w:szCs w:val="24"/>
        </w:rPr>
        <w:t xml:space="preserve">    Состав </w:t>
      </w:r>
    </w:p>
    <w:p w:rsidR="0019166D" w:rsidRPr="00161F72" w:rsidRDefault="0019166D" w:rsidP="00161F72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61F72">
        <w:rPr>
          <w:rFonts w:ascii="Times New Roman" w:hAnsi="Times New Roman" w:cs="Times New Roman"/>
          <w:b/>
          <w:iCs/>
          <w:sz w:val="24"/>
          <w:szCs w:val="24"/>
        </w:rPr>
        <w:t>Молодежной территориальной избирательной комиссии муниципального образования «Можгинский район»</w:t>
      </w:r>
    </w:p>
    <w:p w:rsidR="0019166D" w:rsidRPr="00161F72" w:rsidRDefault="0019166D" w:rsidP="00161F72">
      <w:pPr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b/>
          <w:bCs/>
          <w:sz w:val="24"/>
          <w:szCs w:val="24"/>
        </w:rPr>
        <w:t>Председатель – Санникова Татьяна Викторовна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26.11.1981 года рождения, специалист </w:t>
      </w:r>
      <w:r w:rsidRPr="00161F7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61F72">
        <w:rPr>
          <w:rFonts w:ascii="Times New Roman" w:hAnsi="Times New Roman" w:cs="Times New Roman"/>
          <w:sz w:val="24"/>
          <w:szCs w:val="24"/>
        </w:rPr>
        <w:t xml:space="preserve"> категории сектора культуры и молодежной политики Управления  культуры, спорта и молодежи Администрации МО «Можгинский район». </w:t>
      </w:r>
      <w:r w:rsidRPr="00161F72">
        <w:rPr>
          <w:rFonts w:ascii="Times New Roman" w:hAnsi="Times New Roman" w:cs="Times New Roman"/>
          <w:bCs/>
          <w:sz w:val="24"/>
          <w:szCs w:val="24"/>
        </w:rPr>
        <w:t>Место жительства -</w:t>
      </w:r>
      <w:r w:rsidRPr="00161F72">
        <w:rPr>
          <w:rFonts w:ascii="Times New Roman" w:hAnsi="Times New Roman" w:cs="Times New Roman"/>
          <w:sz w:val="24"/>
          <w:szCs w:val="24"/>
        </w:rPr>
        <w:t xml:space="preserve"> Можгинский район, с. Можга, ул. Вишурская, д.17-2.</w:t>
      </w:r>
      <w:r w:rsidRPr="00161F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66D" w:rsidRPr="00161F72" w:rsidRDefault="0019166D" w:rsidP="00161F7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F72">
        <w:rPr>
          <w:rFonts w:ascii="Times New Roman" w:hAnsi="Times New Roman" w:cs="Times New Roman"/>
          <w:b/>
          <w:sz w:val="24"/>
          <w:szCs w:val="24"/>
        </w:rPr>
        <w:t xml:space="preserve">Заместитель председателя – Смирнова Светлана Анатольевна – </w:t>
      </w:r>
      <w:r w:rsidRPr="00161F72">
        <w:rPr>
          <w:rFonts w:ascii="Times New Roman" w:hAnsi="Times New Roman" w:cs="Times New Roman"/>
          <w:sz w:val="24"/>
          <w:szCs w:val="24"/>
        </w:rPr>
        <w:t>16.10.1981 года рождения,</w:t>
      </w:r>
      <w:r w:rsidRPr="00161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1F72">
        <w:rPr>
          <w:rFonts w:ascii="Times New Roman" w:hAnsi="Times New Roman" w:cs="Times New Roman"/>
          <w:sz w:val="24"/>
          <w:szCs w:val="24"/>
        </w:rPr>
        <w:t xml:space="preserve">кондуктор автобуса ОАО «Удмуртавтотранс» в г. Можге. Место жительства - Можгинский район, с. Можга, микрорайон, д. 1, кв. 11. </w:t>
      </w:r>
    </w:p>
    <w:p w:rsidR="0019166D" w:rsidRPr="00161F72" w:rsidRDefault="0019166D" w:rsidP="00161F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b/>
          <w:bCs/>
          <w:sz w:val="24"/>
          <w:szCs w:val="24"/>
        </w:rPr>
        <w:t>Секретарь - Цыганова Елена Ивановна</w:t>
      </w:r>
      <w:r w:rsidRPr="00161F72">
        <w:rPr>
          <w:rFonts w:ascii="Times New Roman" w:hAnsi="Times New Roman" w:cs="Times New Roman"/>
          <w:sz w:val="24"/>
          <w:szCs w:val="24"/>
        </w:rPr>
        <w:t xml:space="preserve"> - 05.06.1988 года рождения, контролер отдела сбыта и контроля МУП ЖКХ г. Можги. Место жительства - Можгинский район, д. Старые Какси, ул. Садовая, д.38, кв. 2. </w:t>
      </w:r>
      <w:r w:rsidRPr="00161F72">
        <w:rPr>
          <w:rFonts w:ascii="Times New Roman" w:hAnsi="Times New Roman" w:cs="Times New Roman"/>
          <w:bCs/>
          <w:sz w:val="24"/>
          <w:szCs w:val="24"/>
        </w:rPr>
        <w:t>Субъект выдвижения кандидатуры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Можгинское местное отделение ВОО «Молодая Гвардия Единой России».</w:t>
      </w:r>
    </w:p>
    <w:p w:rsidR="0019166D" w:rsidRPr="00161F72" w:rsidRDefault="0019166D" w:rsidP="00161F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b/>
          <w:bCs/>
          <w:sz w:val="24"/>
          <w:szCs w:val="24"/>
        </w:rPr>
        <w:t>Беляева Яна Александровна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15.06.1990 года рождения, методист ОАКБ МБУ Можгинского района «Централизованная клубная система» Место жительства - Можгинский район, д. Большие Сибы, ул. Южная, д.5. </w:t>
      </w:r>
      <w:r w:rsidRPr="00161F72">
        <w:rPr>
          <w:rFonts w:ascii="Times New Roman" w:hAnsi="Times New Roman" w:cs="Times New Roman"/>
          <w:bCs/>
          <w:sz w:val="24"/>
          <w:szCs w:val="24"/>
        </w:rPr>
        <w:t>Субъект выдвижения кандидатуры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 Можгинский филиал Удмуртской общественной организации «Шунды».</w:t>
      </w:r>
    </w:p>
    <w:p w:rsidR="0019166D" w:rsidRPr="00161F72" w:rsidRDefault="0019166D" w:rsidP="00161F7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b/>
          <w:bCs/>
          <w:sz w:val="24"/>
          <w:szCs w:val="24"/>
        </w:rPr>
        <w:t>Аркадьев Константин Павлович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27.05.1982 года рождения, глава муниципального образования «Горнякское», депутат Молодежного парламента при Государственном Совете УР.  Место жительства - Можгинский район, с. Горняк, ул. Спорта, д.8.  </w:t>
      </w:r>
      <w:r w:rsidRPr="00161F72">
        <w:rPr>
          <w:rFonts w:ascii="Times New Roman" w:hAnsi="Times New Roman" w:cs="Times New Roman"/>
          <w:bCs/>
          <w:sz w:val="24"/>
          <w:szCs w:val="24"/>
        </w:rPr>
        <w:t>Субъект выдвижения кандидатуры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 член Молодежного парламента при Госсовете УР.</w:t>
      </w:r>
    </w:p>
    <w:p w:rsidR="0019166D" w:rsidRPr="00161F72" w:rsidRDefault="0019166D" w:rsidP="00161F7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b/>
          <w:bCs/>
          <w:sz w:val="24"/>
          <w:szCs w:val="24"/>
        </w:rPr>
        <w:t>Мазилкина Татьяна Владимировна</w:t>
      </w:r>
      <w:r w:rsidRPr="00161F72">
        <w:rPr>
          <w:rFonts w:ascii="Times New Roman" w:hAnsi="Times New Roman" w:cs="Times New Roman"/>
          <w:sz w:val="24"/>
          <w:szCs w:val="24"/>
        </w:rPr>
        <w:t xml:space="preserve"> - 19.10.1981 года рождения, учитель истории МОУ Пычасская СОШ. Место жительства - Можгинский район, с. Пычас. ул. Гвардейская, д. 17, кв.11.  </w:t>
      </w:r>
    </w:p>
    <w:p w:rsidR="0019166D" w:rsidRPr="00161F72" w:rsidRDefault="0019166D" w:rsidP="00161F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166D" w:rsidRPr="00161F72" w:rsidRDefault="0019166D" w:rsidP="00161F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72">
        <w:rPr>
          <w:rFonts w:ascii="Times New Roman" w:hAnsi="Times New Roman" w:cs="Times New Roman"/>
          <w:b/>
          <w:bCs/>
          <w:sz w:val="24"/>
          <w:szCs w:val="24"/>
        </w:rPr>
        <w:t>Тубылов Иван Витальевич</w:t>
      </w:r>
      <w:r w:rsidRPr="00161F72">
        <w:rPr>
          <w:rFonts w:ascii="Times New Roman" w:hAnsi="Times New Roman" w:cs="Times New Roman"/>
          <w:sz w:val="24"/>
          <w:szCs w:val="24"/>
        </w:rPr>
        <w:t xml:space="preserve"> – 31.05.1980 года рождения, начальник сектора жилищно-коммунального хозяйства Отдела строительства, архитектуры и ЖКХ Администрации МО «Можгинский район».</w:t>
      </w:r>
      <w:r w:rsidRPr="00161F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61F72">
        <w:rPr>
          <w:rFonts w:ascii="Times New Roman" w:hAnsi="Times New Roman" w:cs="Times New Roman"/>
          <w:sz w:val="24"/>
          <w:szCs w:val="24"/>
        </w:rPr>
        <w:t>Место жительства –</w:t>
      </w:r>
      <w:r w:rsidRPr="00161F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61F72">
        <w:rPr>
          <w:rFonts w:ascii="Times New Roman" w:hAnsi="Times New Roman" w:cs="Times New Roman"/>
          <w:sz w:val="24"/>
          <w:szCs w:val="24"/>
        </w:rPr>
        <w:t>Можгинский район, с. Горняк, ул. Спорта, 2-1.</w:t>
      </w:r>
      <w:r w:rsidRPr="00161F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9166D" w:rsidRPr="00161F72" w:rsidRDefault="0019166D" w:rsidP="00A178E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9166D" w:rsidRPr="00161F72" w:rsidSect="00E014F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76C56"/>
    <w:multiLevelType w:val="hybridMultilevel"/>
    <w:tmpl w:val="70DE87D4"/>
    <w:lvl w:ilvl="0" w:tplc="50064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D5E"/>
    <w:rsid w:val="000F0D5E"/>
    <w:rsid w:val="00161F72"/>
    <w:rsid w:val="0019166D"/>
    <w:rsid w:val="00202697"/>
    <w:rsid w:val="0043010A"/>
    <w:rsid w:val="004373D4"/>
    <w:rsid w:val="007A18D9"/>
    <w:rsid w:val="0083629E"/>
    <w:rsid w:val="00A178ED"/>
    <w:rsid w:val="00AF1726"/>
    <w:rsid w:val="00B7069C"/>
    <w:rsid w:val="00CB0CF1"/>
    <w:rsid w:val="00E014F4"/>
    <w:rsid w:val="00E9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69C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069C"/>
    <w:pPr>
      <w:keepNext/>
      <w:spacing w:after="0" w:line="240" w:lineRule="auto"/>
      <w:ind w:firstLine="720"/>
      <w:outlineLvl w:val="0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069C"/>
    <w:pPr>
      <w:keepNext/>
      <w:spacing w:after="0" w:line="240" w:lineRule="auto"/>
      <w:jc w:val="center"/>
      <w:outlineLvl w:val="6"/>
    </w:pPr>
    <w:rPr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069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7069C"/>
    <w:rPr>
      <w:rFonts w:ascii="Times New Roman" w:hAnsi="Times New Roman" w:cs="Times New Roman"/>
      <w:b/>
      <w:bCs/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sid w:val="00B7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7069C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B7069C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7069C"/>
    <w:rPr>
      <w:rFonts w:ascii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B7069C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463</Words>
  <Characters>2645</Characters>
  <Application>Microsoft Office Outlook</Application>
  <DocSecurity>0</DocSecurity>
  <Lines>0</Lines>
  <Paragraphs>0</Paragraphs>
  <ScaleCrop>false</ScaleCrop>
  <Company>Администрация Можгинского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Городилова Н.П.</cp:lastModifiedBy>
  <cp:revision>8</cp:revision>
  <cp:lastPrinted>2012-11-22T09:48:00Z</cp:lastPrinted>
  <dcterms:created xsi:type="dcterms:W3CDTF">2012-11-20T06:36:00Z</dcterms:created>
  <dcterms:modified xsi:type="dcterms:W3CDTF">2012-11-26T08:36:00Z</dcterms:modified>
</cp:coreProperties>
</file>