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E9E" w:rsidRDefault="00801E9E"/>
    <w:tbl>
      <w:tblPr>
        <w:tblpPr w:leftFromText="180" w:rightFromText="180" w:horzAnchor="margin" w:tblpXSpec="center" w:tblpY="534"/>
        <w:tblW w:w="10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06"/>
        <w:gridCol w:w="1620"/>
        <w:gridCol w:w="4499"/>
      </w:tblGrid>
      <w:tr w:rsidR="00801E9E" w:rsidRPr="00B017E1" w:rsidTr="00172616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801E9E" w:rsidRDefault="00801E9E" w:rsidP="00172616">
            <w:pPr>
              <w:spacing w:after="0" w:line="240" w:lineRule="auto"/>
              <w:ind w:right="476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801E9E" w:rsidRDefault="00801E9E" w:rsidP="00172616">
            <w:pPr>
              <w:spacing w:after="0" w:line="240" w:lineRule="auto"/>
              <w:ind w:right="47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17E1">
              <w:rPr>
                <w:rFonts w:ascii="Times New Roman" w:hAnsi="Times New Roman" w:cs="Times New Roman"/>
                <w:b/>
                <w:bCs/>
              </w:rPr>
              <w:t xml:space="preserve">Совет депутатов </w:t>
            </w:r>
          </w:p>
          <w:p w:rsidR="00801E9E" w:rsidRPr="00172616" w:rsidRDefault="00801E9E" w:rsidP="00172616">
            <w:pPr>
              <w:spacing w:after="0" w:line="240" w:lineRule="auto"/>
              <w:ind w:right="47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17E1">
              <w:rPr>
                <w:rFonts w:ascii="Times New Roman" w:hAnsi="Times New Roman" w:cs="Times New Roman"/>
                <w:b/>
                <w:bCs/>
              </w:rPr>
              <w:t>муниципального образования</w:t>
            </w:r>
            <w:r w:rsidRPr="00B017E1">
              <w:rPr>
                <w:rFonts w:ascii="Times New Roman" w:hAnsi="Times New Roman" w:cs="Times New Roman"/>
              </w:rPr>
              <w:t xml:space="preserve"> «</w:t>
            </w:r>
            <w:r w:rsidRPr="00B017E1">
              <w:rPr>
                <w:rFonts w:ascii="Times New Roman" w:hAnsi="Times New Roman" w:cs="Times New Roman"/>
                <w:b/>
                <w:bCs/>
              </w:rPr>
              <w:t>Можгинский  район»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01E9E" w:rsidRPr="00B017E1" w:rsidRDefault="00801E9E">
            <w:pPr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E91641">
              <w:rPr>
                <w:rFonts w:ascii="Times New Roman" w:hAnsi="Times New Roman" w:cs="Times New Roman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63pt;height:57.75pt;visibility:visible">
                  <v:imagedata r:id="rId5" o:title=""/>
                </v:shape>
              </w:pic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</w:tcPr>
          <w:p w:rsidR="00801E9E" w:rsidRDefault="00801E9E">
            <w:pPr>
              <w:pStyle w:val="Heading1"/>
              <w:ind w:right="579" w:firstLine="0"/>
              <w:jc w:val="center"/>
              <w:rPr>
                <w:rFonts w:ascii="Times New Roman" w:hAnsi="Times New Roman"/>
              </w:rPr>
            </w:pPr>
          </w:p>
          <w:p w:rsidR="00801E9E" w:rsidRPr="00172616" w:rsidRDefault="00801E9E">
            <w:pPr>
              <w:pStyle w:val="Heading1"/>
              <w:ind w:right="579" w:firstLine="0"/>
              <w:jc w:val="center"/>
              <w:rPr>
                <w:rFonts w:ascii="Times New Roman" w:hAnsi="Times New Roman"/>
              </w:rPr>
            </w:pPr>
            <w:r w:rsidRPr="00172616">
              <w:rPr>
                <w:rFonts w:ascii="Times New Roman" w:hAnsi="Times New Roman"/>
              </w:rPr>
              <w:t>«Можга ёрос»</w:t>
            </w:r>
          </w:p>
          <w:p w:rsidR="00801E9E" w:rsidRPr="00172616" w:rsidRDefault="00801E9E">
            <w:pPr>
              <w:pStyle w:val="Heading1"/>
              <w:ind w:right="579" w:firstLine="0"/>
              <w:jc w:val="center"/>
              <w:rPr>
                <w:rFonts w:ascii="Times New Roman" w:hAnsi="Times New Roman"/>
              </w:rPr>
            </w:pPr>
            <w:r w:rsidRPr="00172616">
              <w:rPr>
                <w:rFonts w:ascii="Times New Roman" w:hAnsi="Times New Roman"/>
              </w:rPr>
              <w:t>муниципал кылдытэтысь</w:t>
            </w:r>
          </w:p>
          <w:p w:rsidR="00801E9E" w:rsidRPr="00B017E1" w:rsidRDefault="00801E9E">
            <w:pPr>
              <w:pStyle w:val="Heading1"/>
              <w:ind w:right="579" w:firstLine="0"/>
              <w:jc w:val="center"/>
            </w:pPr>
            <w:r w:rsidRPr="00172616">
              <w:rPr>
                <w:rFonts w:ascii="Times New Roman" w:hAnsi="Times New Roman"/>
              </w:rPr>
              <w:t>депутат Кенеш</w:t>
            </w:r>
          </w:p>
        </w:tc>
      </w:tr>
    </w:tbl>
    <w:p w:rsidR="00801E9E" w:rsidRDefault="00801E9E">
      <w:pPr>
        <w:jc w:val="center"/>
        <w:rPr>
          <w:rFonts w:ascii="Times New Roman" w:hAnsi="Times New Roman" w:cs="Times New Roman"/>
        </w:rPr>
      </w:pPr>
    </w:p>
    <w:p w:rsidR="00801E9E" w:rsidRDefault="00801E9E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РЕШЕНИЕ</w:t>
      </w:r>
    </w:p>
    <w:p w:rsidR="00801E9E" w:rsidRDefault="00801E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=====================================================================</w:t>
      </w:r>
    </w:p>
    <w:p w:rsidR="00801E9E" w:rsidRDefault="00801E9E">
      <w:pPr>
        <w:pStyle w:val="Heading7"/>
        <w:rPr>
          <w:rFonts w:ascii="Times New Roman" w:hAnsi="Times New Roman"/>
        </w:rPr>
      </w:pPr>
      <w:r w:rsidRPr="006A1F29">
        <w:rPr>
          <w:rFonts w:ascii="Times New Roman" w:hAnsi="Times New Roman"/>
        </w:rPr>
        <w:t xml:space="preserve">Об утверждении состава членов Молодежного парламента </w:t>
      </w:r>
    </w:p>
    <w:p w:rsidR="00801E9E" w:rsidRPr="006A1F29" w:rsidRDefault="00801E9E">
      <w:pPr>
        <w:pStyle w:val="Heading7"/>
        <w:rPr>
          <w:rFonts w:ascii="Times New Roman" w:hAnsi="Times New Roman"/>
        </w:rPr>
      </w:pPr>
      <w:r w:rsidRPr="006A1F29">
        <w:rPr>
          <w:rFonts w:ascii="Times New Roman" w:hAnsi="Times New Roman"/>
        </w:rPr>
        <w:t xml:space="preserve">муниципального образования «Можгинский район» </w:t>
      </w:r>
      <w:r>
        <w:rPr>
          <w:rFonts w:ascii="Times New Roman" w:hAnsi="Times New Roman"/>
        </w:rPr>
        <w:t>второго</w:t>
      </w:r>
      <w:r w:rsidRPr="006A1F29">
        <w:rPr>
          <w:rFonts w:ascii="Times New Roman" w:hAnsi="Times New Roman"/>
        </w:rPr>
        <w:t xml:space="preserve"> созыва</w:t>
      </w:r>
    </w:p>
    <w:p w:rsidR="00801E9E" w:rsidRDefault="00801E9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1E9E" w:rsidRDefault="00801E9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Принято «26» декабря  2012  года </w:t>
      </w:r>
    </w:p>
    <w:p w:rsidR="00801E9E" w:rsidRDefault="00801E9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Руководствуясь Положением о Молодежном парламенте муниципального образования «Можгинский район», утвержденным решением Можгинского районного Совета депутатов от </w:t>
      </w:r>
      <w:r>
        <w:rPr>
          <w:rFonts w:ascii="Times New Roman" w:hAnsi="Times New Roman" w:cs="Times New Roman"/>
          <w:color w:val="000000"/>
          <w:sz w:val="24"/>
          <w:szCs w:val="24"/>
        </w:rPr>
        <w:t>21 ноября 2012 года № 9.5</w:t>
      </w:r>
    </w:p>
    <w:p w:rsidR="00801E9E" w:rsidRDefault="00801E9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СОВЕТ ДЕПУТАТОВ РЕШАЕТ:</w:t>
      </w:r>
    </w:p>
    <w:p w:rsidR="00801E9E" w:rsidRDefault="00801E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1E9E" w:rsidRDefault="00801E9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Утвердить прилагаемый  состав членов Молодежного  парламента  муниципального образования «Можгинский район» второго созыва</w:t>
      </w:r>
    </w:p>
    <w:p w:rsidR="00801E9E" w:rsidRDefault="00801E9E" w:rsidP="001726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1E9E" w:rsidRDefault="00801E9E" w:rsidP="001726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муниципального  образования</w:t>
      </w:r>
    </w:p>
    <w:p w:rsidR="00801E9E" w:rsidRDefault="00801E9E" w:rsidP="001726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«Можгинский район»                                                                           А.Н.ВЕРШИНИН</w:t>
      </w:r>
    </w:p>
    <w:p w:rsidR="00801E9E" w:rsidRDefault="00801E9E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94"/>
      </w:tblGrid>
      <w:tr w:rsidR="00801E9E" w:rsidRPr="00B017E1" w:rsidTr="00172616"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:rsidR="00801E9E" w:rsidRPr="00B017E1" w:rsidRDefault="00801E9E" w:rsidP="0017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7E1">
              <w:rPr>
                <w:rFonts w:ascii="Times New Roman" w:hAnsi="Times New Roman" w:cs="Times New Roman"/>
                <w:sz w:val="24"/>
                <w:szCs w:val="24"/>
              </w:rPr>
              <w:t>г. Можга</w:t>
            </w:r>
          </w:p>
          <w:p w:rsidR="00801E9E" w:rsidRDefault="00801E9E" w:rsidP="0017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«26</w:t>
            </w:r>
            <w:r w:rsidRPr="00B017E1">
              <w:rPr>
                <w:rFonts w:ascii="Times New Roman" w:hAnsi="Times New Roman" w:cs="Times New Roman"/>
                <w:sz w:val="24"/>
                <w:szCs w:val="24"/>
              </w:rPr>
              <w:t>» декабря 2012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7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</w:p>
          <w:p w:rsidR="00801E9E" w:rsidRPr="00B017E1" w:rsidRDefault="00801E9E" w:rsidP="0017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11.7</w:t>
            </w:r>
          </w:p>
          <w:p w:rsidR="00801E9E" w:rsidRPr="00B017E1" w:rsidRDefault="00801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1E9E" w:rsidRDefault="00801E9E">
      <w:pPr>
        <w:shd w:val="clear" w:color="auto" w:fill="FFFFFF"/>
        <w:spacing w:after="0" w:line="274" w:lineRule="exact"/>
        <w:rPr>
          <w:rFonts w:ascii="Times New Roman" w:hAnsi="Times New Roman" w:cs="Times New Roman"/>
          <w:color w:val="000000"/>
          <w:spacing w:val="-6"/>
          <w:sz w:val="25"/>
          <w:szCs w:val="25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</w:p>
    <w:p w:rsidR="00801E9E" w:rsidRDefault="00801E9E" w:rsidP="006A1F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1E9E" w:rsidRDefault="00801E9E" w:rsidP="006A1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1E9E" w:rsidRDefault="00801E9E" w:rsidP="006A1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1E9E" w:rsidRDefault="00801E9E" w:rsidP="006A1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1E9E" w:rsidRDefault="00801E9E" w:rsidP="006A1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1E9E" w:rsidRDefault="00801E9E" w:rsidP="006A1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1E9E" w:rsidRDefault="00801E9E" w:rsidP="006A1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1E9E" w:rsidRDefault="00801E9E" w:rsidP="006A1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1E9E" w:rsidRDefault="00801E9E" w:rsidP="006A1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1E9E" w:rsidRDefault="00801E9E" w:rsidP="006A1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1E9E" w:rsidRDefault="00801E9E" w:rsidP="006A1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1E9E" w:rsidRDefault="00801E9E" w:rsidP="006A1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1E9E" w:rsidRDefault="00801E9E" w:rsidP="006A1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1E9E" w:rsidRDefault="00801E9E" w:rsidP="006A1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1E9E" w:rsidRDefault="00801E9E" w:rsidP="006A1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 </w:t>
      </w:r>
    </w:p>
    <w:p w:rsidR="00801E9E" w:rsidRDefault="00801E9E" w:rsidP="006A1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Районным Советом депутатов</w:t>
      </w:r>
    </w:p>
    <w:p w:rsidR="00801E9E" w:rsidRDefault="00801E9E" w:rsidP="006A1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«Можгинский район»</w:t>
      </w:r>
    </w:p>
    <w:p w:rsidR="00801E9E" w:rsidRDefault="00801E9E" w:rsidP="006A1F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От__________№ _______</w:t>
      </w:r>
    </w:p>
    <w:p w:rsidR="00801E9E" w:rsidRPr="006A1F29" w:rsidRDefault="00801E9E">
      <w:pPr>
        <w:pStyle w:val="Heading7"/>
        <w:rPr>
          <w:rFonts w:ascii="Times New Roman" w:hAnsi="Times New Roman"/>
        </w:rPr>
      </w:pPr>
      <w:r w:rsidRPr="006A1F29">
        <w:rPr>
          <w:rFonts w:ascii="Times New Roman" w:hAnsi="Times New Roman"/>
        </w:rPr>
        <w:t xml:space="preserve">Состав членов Молодежного парламента муниципального образования «Можгинский район» </w:t>
      </w:r>
      <w:r w:rsidRPr="006A1F29">
        <w:rPr>
          <w:rFonts w:ascii="Times New Roman" w:hAnsi="Times New Roman"/>
          <w:lang w:val="en-US"/>
        </w:rPr>
        <w:t>II</w:t>
      </w:r>
      <w:r w:rsidRPr="006A1F29">
        <w:rPr>
          <w:rFonts w:ascii="Times New Roman" w:hAnsi="Times New Roman"/>
        </w:rPr>
        <w:t xml:space="preserve"> созыва</w:t>
      </w:r>
    </w:p>
    <w:p w:rsidR="00801E9E" w:rsidRDefault="00801E9E">
      <w:pPr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01E9E" w:rsidRPr="006A1F29" w:rsidRDefault="00801E9E" w:rsidP="006A1F2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F29">
        <w:rPr>
          <w:rFonts w:ascii="Times New Roman" w:hAnsi="Times New Roman" w:cs="Times New Roman"/>
          <w:b/>
          <w:bCs/>
          <w:sz w:val="24"/>
          <w:szCs w:val="24"/>
        </w:rPr>
        <w:t>Чайникова Ксения Александровна</w:t>
      </w:r>
      <w:r w:rsidRPr="006A1F29">
        <w:rPr>
          <w:rFonts w:ascii="Times New Roman" w:hAnsi="Times New Roman" w:cs="Times New Roman"/>
          <w:sz w:val="24"/>
          <w:szCs w:val="24"/>
        </w:rPr>
        <w:t xml:space="preserve"> – 21.01.1989 г.р, д. В. Юри, место работы- заведующая ОАКБ МБУ Можгинского района «Централизованная клубная система»</w:t>
      </w:r>
    </w:p>
    <w:p w:rsidR="00801E9E" w:rsidRPr="006A1F29" w:rsidRDefault="00801E9E" w:rsidP="006A1F2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F29">
        <w:rPr>
          <w:rFonts w:ascii="Times New Roman" w:hAnsi="Times New Roman" w:cs="Times New Roman"/>
          <w:b/>
          <w:bCs/>
          <w:sz w:val="24"/>
          <w:szCs w:val="24"/>
        </w:rPr>
        <w:t>Чувашов Николай Константинович</w:t>
      </w:r>
      <w:r w:rsidRPr="006A1F29">
        <w:rPr>
          <w:rFonts w:ascii="Times New Roman" w:hAnsi="Times New Roman" w:cs="Times New Roman"/>
          <w:sz w:val="24"/>
          <w:szCs w:val="24"/>
        </w:rPr>
        <w:t xml:space="preserve"> – 18.12. </w:t>
      </w:r>
      <w:smartTag w:uri="urn:schemas-microsoft-com:office:smarttags" w:element="metricconverter">
        <w:smartTagPr>
          <w:attr w:name="ProductID" w:val="1986 г"/>
        </w:smartTagPr>
        <w:r w:rsidRPr="006A1F29">
          <w:rPr>
            <w:rFonts w:ascii="Times New Roman" w:hAnsi="Times New Roman" w:cs="Times New Roman"/>
            <w:sz w:val="24"/>
            <w:szCs w:val="24"/>
          </w:rPr>
          <w:t>1986 г</w:t>
        </w:r>
      </w:smartTag>
      <w:r w:rsidRPr="006A1F29">
        <w:rPr>
          <w:rFonts w:ascii="Times New Roman" w:hAnsi="Times New Roman" w:cs="Times New Roman"/>
          <w:sz w:val="24"/>
          <w:szCs w:val="24"/>
        </w:rPr>
        <w:t>.р, д. Чужьем, место работы- заведующий бригадир  МТФ ООО «Родина»</w:t>
      </w:r>
    </w:p>
    <w:p w:rsidR="00801E9E" w:rsidRPr="006A1F29" w:rsidRDefault="00801E9E" w:rsidP="006A1F2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F29">
        <w:rPr>
          <w:rFonts w:ascii="Times New Roman" w:hAnsi="Times New Roman" w:cs="Times New Roman"/>
          <w:b/>
          <w:bCs/>
          <w:sz w:val="24"/>
          <w:szCs w:val="24"/>
        </w:rPr>
        <w:t>Куликова Оксана Игоревна</w:t>
      </w:r>
      <w:r w:rsidRPr="006A1F29">
        <w:rPr>
          <w:rFonts w:ascii="Times New Roman" w:hAnsi="Times New Roman" w:cs="Times New Roman"/>
          <w:sz w:val="24"/>
          <w:szCs w:val="24"/>
        </w:rPr>
        <w:t xml:space="preserve"> –10.02.1990 г.р, с. Можга, место работы- методист ОАКБ МБУ Можгинского района «Централизованная клубная система»</w:t>
      </w:r>
    </w:p>
    <w:p w:rsidR="00801E9E" w:rsidRPr="006A1F29" w:rsidRDefault="00801E9E" w:rsidP="006A1F2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F29">
        <w:rPr>
          <w:rFonts w:ascii="Times New Roman" w:hAnsi="Times New Roman" w:cs="Times New Roman"/>
          <w:b/>
          <w:bCs/>
          <w:sz w:val="24"/>
          <w:szCs w:val="24"/>
        </w:rPr>
        <w:t>Юшкова Елена Ильинична</w:t>
      </w:r>
      <w:r w:rsidRPr="006A1F29">
        <w:rPr>
          <w:rFonts w:ascii="Times New Roman" w:hAnsi="Times New Roman" w:cs="Times New Roman"/>
          <w:sz w:val="24"/>
          <w:szCs w:val="24"/>
        </w:rPr>
        <w:t xml:space="preserve"> –30.08.1984 г.р, д. Б. Сибы, место работы- фельдшер Почешурского ФАП.</w:t>
      </w:r>
    </w:p>
    <w:p w:rsidR="00801E9E" w:rsidRPr="006A1F29" w:rsidRDefault="00801E9E" w:rsidP="006A1F2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F29">
        <w:rPr>
          <w:rFonts w:ascii="Times New Roman" w:hAnsi="Times New Roman" w:cs="Times New Roman"/>
          <w:b/>
          <w:bCs/>
          <w:sz w:val="24"/>
          <w:szCs w:val="24"/>
        </w:rPr>
        <w:t>Русских Александр Иванович</w:t>
      </w:r>
      <w:r w:rsidRPr="006A1F29">
        <w:rPr>
          <w:rFonts w:ascii="Times New Roman" w:hAnsi="Times New Roman" w:cs="Times New Roman"/>
          <w:sz w:val="24"/>
          <w:szCs w:val="24"/>
        </w:rPr>
        <w:t xml:space="preserve"> – 05. 07.1990г.р, с. Можга, место работы- методист РДК</w:t>
      </w:r>
    </w:p>
    <w:p w:rsidR="00801E9E" w:rsidRPr="006A1F29" w:rsidRDefault="00801E9E" w:rsidP="006A1F2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F29">
        <w:rPr>
          <w:rFonts w:ascii="Times New Roman" w:hAnsi="Times New Roman" w:cs="Times New Roman"/>
          <w:b/>
          <w:bCs/>
          <w:sz w:val="24"/>
          <w:szCs w:val="24"/>
        </w:rPr>
        <w:t>Калинникова Валентина Васильевна</w:t>
      </w:r>
      <w:r w:rsidRPr="006A1F29">
        <w:rPr>
          <w:rFonts w:ascii="Times New Roman" w:hAnsi="Times New Roman" w:cs="Times New Roman"/>
          <w:sz w:val="24"/>
          <w:szCs w:val="24"/>
        </w:rPr>
        <w:t xml:space="preserve"> –16.05.1991 г.р, д. В. Юри, место работы- культорганизатор Верхнеюринского ЦСДК</w:t>
      </w:r>
    </w:p>
    <w:p w:rsidR="00801E9E" w:rsidRPr="006A1F29" w:rsidRDefault="00801E9E" w:rsidP="006A1F2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F29">
        <w:rPr>
          <w:rFonts w:ascii="Times New Roman" w:hAnsi="Times New Roman" w:cs="Times New Roman"/>
          <w:b/>
          <w:bCs/>
          <w:sz w:val="24"/>
          <w:szCs w:val="24"/>
        </w:rPr>
        <w:t>Кузнецова Лилия Николаевна</w:t>
      </w:r>
      <w:r w:rsidRPr="006A1F29">
        <w:rPr>
          <w:rFonts w:ascii="Times New Roman" w:hAnsi="Times New Roman" w:cs="Times New Roman"/>
          <w:sz w:val="24"/>
          <w:szCs w:val="24"/>
        </w:rPr>
        <w:t xml:space="preserve"> –02.11.1982, д. Чемошур-Уча, место работы- педагого- организатор Маловоложикьинской СОШ</w:t>
      </w:r>
    </w:p>
    <w:p w:rsidR="00801E9E" w:rsidRPr="006A1F29" w:rsidRDefault="00801E9E" w:rsidP="006A1F2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F29">
        <w:rPr>
          <w:rFonts w:ascii="Times New Roman" w:hAnsi="Times New Roman" w:cs="Times New Roman"/>
          <w:b/>
          <w:bCs/>
          <w:sz w:val="24"/>
          <w:szCs w:val="24"/>
        </w:rPr>
        <w:t>Лекомцев Петр Сергеевич</w:t>
      </w:r>
      <w:r w:rsidRPr="006A1F29">
        <w:rPr>
          <w:rFonts w:ascii="Times New Roman" w:hAnsi="Times New Roman" w:cs="Times New Roman"/>
          <w:sz w:val="24"/>
          <w:szCs w:val="24"/>
        </w:rPr>
        <w:t xml:space="preserve"> –03.09.1990 г.р, д. В. Юри, место работы- педагог –организатор, учитель математики и информатики.</w:t>
      </w:r>
    </w:p>
    <w:p w:rsidR="00801E9E" w:rsidRPr="006A1F29" w:rsidRDefault="00801E9E" w:rsidP="006A1F2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F29">
        <w:rPr>
          <w:rFonts w:ascii="Times New Roman" w:hAnsi="Times New Roman" w:cs="Times New Roman"/>
          <w:b/>
          <w:bCs/>
          <w:sz w:val="24"/>
          <w:szCs w:val="24"/>
        </w:rPr>
        <w:t>Бусыгина Екатерина Павловна</w:t>
      </w:r>
      <w:r w:rsidRPr="006A1F29">
        <w:rPr>
          <w:rFonts w:ascii="Times New Roman" w:hAnsi="Times New Roman" w:cs="Times New Roman"/>
          <w:sz w:val="24"/>
          <w:szCs w:val="24"/>
        </w:rPr>
        <w:t>-21.07.1986, д. Н.Р. Сюгаил, место работы- МБУ «Межпоселенческая районная библиотека» - библиотекарь Рускосюгаильской библиотеки.</w:t>
      </w:r>
    </w:p>
    <w:p w:rsidR="00801E9E" w:rsidRPr="006A1F29" w:rsidRDefault="00801E9E" w:rsidP="006A1F2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F29">
        <w:rPr>
          <w:rFonts w:ascii="Times New Roman" w:hAnsi="Times New Roman" w:cs="Times New Roman"/>
          <w:b/>
          <w:bCs/>
          <w:sz w:val="24"/>
          <w:szCs w:val="24"/>
        </w:rPr>
        <w:t xml:space="preserve"> Волкова Кристина Павловна</w:t>
      </w:r>
      <w:r w:rsidRPr="006A1F29">
        <w:rPr>
          <w:rFonts w:ascii="Times New Roman" w:hAnsi="Times New Roman" w:cs="Times New Roman"/>
          <w:sz w:val="24"/>
          <w:szCs w:val="24"/>
        </w:rPr>
        <w:t xml:space="preserve"> –16.12.1994 г.р, с. Б. Уча, студентка 2 курса Можгинского педагогического колледжа</w:t>
      </w:r>
    </w:p>
    <w:p w:rsidR="00801E9E" w:rsidRPr="006A1F29" w:rsidRDefault="00801E9E" w:rsidP="006A1F2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F29">
        <w:rPr>
          <w:rFonts w:ascii="Times New Roman" w:hAnsi="Times New Roman" w:cs="Times New Roman"/>
          <w:sz w:val="24"/>
          <w:szCs w:val="24"/>
        </w:rPr>
        <w:t xml:space="preserve"> </w:t>
      </w:r>
      <w:r w:rsidRPr="006A1F29">
        <w:rPr>
          <w:rFonts w:ascii="Times New Roman" w:hAnsi="Times New Roman" w:cs="Times New Roman"/>
          <w:b/>
          <w:bCs/>
          <w:sz w:val="24"/>
          <w:szCs w:val="24"/>
        </w:rPr>
        <w:t>Кияниченко Роман Леонидович</w:t>
      </w:r>
      <w:r w:rsidRPr="006A1F29">
        <w:rPr>
          <w:rFonts w:ascii="Times New Roman" w:hAnsi="Times New Roman" w:cs="Times New Roman"/>
          <w:sz w:val="24"/>
          <w:szCs w:val="24"/>
        </w:rPr>
        <w:t xml:space="preserve"> –24.01.1985 г.р, с. Можга, место работы- юрист- консульт  ОАО «Свет»</w:t>
      </w:r>
    </w:p>
    <w:p w:rsidR="00801E9E" w:rsidRPr="006A1F29" w:rsidRDefault="00801E9E" w:rsidP="006A1F2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F29">
        <w:rPr>
          <w:rFonts w:ascii="Times New Roman" w:hAnsi="Times New Roman" w:cs="Times New Roman"/>
          <w:b/>
          <w:bCs/>
          <w:sz w:val="24"/>
          <w:szCs w:val="24"/>
        </w:rPr>
        <w:t>Лямина Ирина Николаевна</w:t>
      </w:r>
      <w:r w:rsidRPr="006A1F29">
        <w:rPr>
          <w:rFonts w:ascii="Times New Roman" w:hAnsi="Times New Roman" w:cs="Times New Roman"/>
          <w:sz w:val="24"/>
          <w:szCs w:val="24"/>
        </w:rPr>
        <w:t xml:space="preserve"> –01.04.1987 г.р, д. Мальчиково, место работы- агроном ООО «Россия»</w:t>
      </w:r>
    </w:p>
    <w:p w:rsidR="00801E9E" w:rsidRPr="006A1F29" w:rsidRDefault="00801E9E" w:rsidP="006A1F2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F29">
        <w:rPr>
          <w:rFonts w:ascii="Times New Roman" w:hAnsi="Times New Roman" w:cs="Times New Roman"/>
          <w:b/>
          <w:bCs/>
          <w:sz w:val="24"/>
          <w:szCs w:val="24"/>
        </w:rPr>
        <w:t xml:space="preserve"> Пономарева Александра Ивановна</w:t>
      </w:r>
      <w:r w:rsidRPr="006A1F29">
        <w:rPr>
          <w:rFonts w:ascii="Times New Roman" w:hAnsi="Times New Roman" w:cs="Times New Roman"/>
          <w:sz w:val="24"/>
          <w:szCs w:val="24"/>
        </w:rPr>
        <w:t>– 25.11.1990г.р, д.Ныша, место работы- культорганизатор Нышинского ЦСДК</w:t>
      </w:r>
    </w:p>
    <w:p w:rsidR="00801E9E" w:rsidRDefault="00801E9E" w:rsidP="006A1F2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F29">
        <w:rPr>
          <w:rFonts w:ascii="Times New Roman" w:hAnsi="Times New Roman" w:cs="Times New Roman"/>
          <w:b/>
          <w:bCs/>
          <w:sz w:val="24"/>
          <w:szCs w:val="24"/>
        </w:rPr>
        <w:t xml:space="preserve"> Усова Екатерина Евгеньевна</w:t>
      </w:r>
      <w:r w:rsidRPr="006A1F29">
        <w:rPr>
          <w:rFonts w:ascii="Times New Roman" w:hAnsi="Times New Roman" w:cs="Times New Roman"/>
          <w:sz w:val="24"/>
          <w:szCs w:val="24"/>
        </w:rPr>
        <w:t xml:space="preserve"> – 22.03.1979 г.р , д. Ст. Какси, место работы – социальный работник ЦСО.</w:t>
      </w:r>
    </w:p>
    <w:p w:rsidR="00801E9E" w:rsidRPr="006A1F29" w:rsidRDefault="00801E9E" w:rsidP="006A1F2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F29">
        <w:rPr>
          <w:rFonts w:ascii="Times New Roman" w:hAnsi="Times New Roman" w:cs="Times New Roman"/>
          <w:b/>
          <w:bCs/>
          <w:sz w:val="24"/>
          <w:szCs w:val="24"/>
        </w:rPr>
        <w:t xml:space="preserve">Чирков Григорий Сергеевич- </w:t>
      </w:r>
      <w:r w:rsidRPr="006A1F29">
        <w:rPr>
          <w:rFonts w:ascii="Times New Roman" w:hAnsi="Times New Roman" w:cs="Times New Roman"/>
          <w:sz w:val="24"/>
          <w:szCs w:val="24"/>
        </w:rPr>
        <w:t>25.01.1994 г.р,</w:t>
      </w:r>
      <w:r w:rsidRPr="006A1F29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6A1F29">
        <w:rPr>
          <w:rFonts w:ascii="Times New Roman" w:hAnsi="Times New Roman" w:cs="Times New Roman"/>
          <w:sz w:val="24"/>
          <w:szCs w:val="24"/>
        </w:rPr>
        <w:t>д. Н. Бия, студент 4 курса Можгинского педагогичес</w:t>
      </w:r>
      <w:r>
        <w:rPr>
          <w:rFonts w:ascii="Times New Roman" w:hAnsi="Times New Roman" w:cs="Times New Roman"/>
          <w:sz w:val="24"/>
          <w:szCs w:val="24"/>
        </w:rPr>
        <w:t>кого колледжа.</w:t>
      </w:r>
    </w:p>
    <w:sectPr w:rsidR="00801E9E" w:rsidRPr="006A1F29" w:rsidSect="00172616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B848E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78EE9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5E19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94A525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A8495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2C42A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08A54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31A93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0F648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D62CC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46C40F1"/>
    <w:multiLevelType w:val="hybridMultilevel"/>
    <w:tmpl w:val="78A8358A"/>
    <w:lvl w:ilvl="0" w:tplc="4D702AFE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118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1838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558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278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3998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4718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438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158" w:hanging="180"/>
      </w:pPr>
      <w:rPr>
        <w:rFonts w:ascii="Times New Roman" w:hAnsi="Times New Roman"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2A0D"/>
    <w:rsid w:val="00172616"/>
    <w:rsid w:val="00654832"/>
    <w:rsid w:val="0069049C"/>
    <w:rsid w:val="006A1F29"/>
    <w:rsid w:val="007A2A0D"/>
    <w:rsid w:val="00801E9E"/>
    <w:rsid w:val="00980F4A"/>
    <w:rsid w:val="00B017E1"/>
    <w:rsid w:val="00BA4DEB"/>
    <w:rsid w:val="00C06299"/>
    <w:rsid w:val="00E91641"/>
    <w:rsid w:val="00F46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F4A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80F4A"/>
    <w:pPr>
      <w:keepNext/>
      <w:spacing w:after="0" w:line="240" w:lineRule="auto"/>
      <w:ind w:firstLine="720"/>
      <w:outlineLvl w:val="0"/>
    </w:pPr>
    <w:rPr>
      <w:rFonts w:cs="Times New Roman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80F4A"/>
    <w:pPr>
      <w:keepNext/>
      <w:spacing w:after="0" w:line="240" w:lineRule="auto"/>
      <w:jc w:val="center"/>
      <w:outlineLvl w:val="6"/>
    </w:pPr>
    <w:rPr>
      <w:rFonts w:cs="Times New Roman"/>
      <w:b/>
      <w:bCs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80F4A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980F4A"/>
    <w:rPr>
      <w:rFonts w:ascii="Times New Roman" w:hAnsi="Times New Roman" w:cs="Times New Roman"/>
      <w:b/>
      <w:bCs/>
      <w:color w:val="000000"/>
      <w:sz w:val="21"/>
      <w:szCs w:val="21"/>
    </w:rPr>
  </w:style>
  <w:style w:type="paragraph" w:styleId="NormalWeb">
    <w:name w:val="Normal (Web)"/>
    <w:basedOn w:val="Normal"/>
    <w:uiPriority w:val="99"/>
    <w:rsid w:val="00980F4A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980F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80F4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80F4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</TotalTime>
  <Pages>2</Pages>
  <Words>418</Words>
  <Characters>2384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Городилова Н.П.</cp:lastModifiedBy>
  <cp:revision>7</cp:revision>
  <cp:lastPrinted>2012-12-27T05:06:00Z</cp:lastPrinted>
  <dcterms:created xsi:type="dcterms:W3CDTF">2012-12-19T14:36:00Z</dcterms:created>
  <dcterms:modified xsi:type="dcterms:W3CDTF">2012-12-27T05:07:00Z</dcterms:modified>
</cp:coreProperties>
</file>